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3941608F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Zhlav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447272" w:rsidRPr="00447272">
            <w:rPr>
              <w:rStyle w:val="Zhlav"/>
            </w:rPr>
            <w:t xml:space="preserve">„ETCS Ústí nad Orlicí - Lichkov“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6A8C9E08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 nabídce, Požadavky objednatele, Formuláře, Požadavky na výkon a </w:t>
      </w:r>
      <w:r>
        <w:t>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 xml:space="preserve">Ujistili jsme se, že neobsahují chyby nebo jiné vady. Tímto nabízíme 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77777777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  <w:bookmarkStart w:id="0" w:name="_GoBack"/>
      <w:bookmarkEnd w:id="0"/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lastRenderedPageBreak/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AC3A6" w14:textId="77777777" w:rsidR="00BA3EF7" w:rsidRDefault="00BA3EF7" w:rsidP="00962258">
      <w:pPr>
        <w:spacing w:after="0" w:line="240" w:lineRule="auto"/>
      </w:pPr>
      <w:r>
        <w:separator/>
      </w:r>
    </w:p>
  </w:endnote>
  <w:endnote w:type="continuationSeparator" w:id="0">
    <w:p w14:paraId="1ADF7193" w14:textId="77777777" w:rsidR="00BA3EF7" w:rsidRDefault="00BA3E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439EDD55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447272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67D6596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72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727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69AE8" w14:textId="1529E98D" w:rsidR="00447272" w:rsidRDefault="00447272">
    <w:pPr>
      <w:pStyle w:val="Zpat"/>
    </w:pPr>
    <w:r>
      <w:rPr>
        <w:noProof/>
        <w:lang w:eastAsia="cs-CZ"/>
      </w:rPr>
      <w:drawing>
        <wp:anchor distT="0" distB="0" distL="114300" distR="114300" simplePos="0" relativeHeight="251674624" behindDoc="1" locked="1" layoutInCell="1" allowOverlap="1" wp14:anchorId="03F188D7" wp14:editId="1B2B3112">
          <wp:simplePos x="0" y="0"/>
          <wp:positionH relativeFrom="page">
            <wp:posOffset>1008380</wp:posOffset>
          </wp:positionH>
          <wp:positionV relativeFrom="page">
            <wp:posOffset>9774555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1B695" w14:textId="77777777" w:rsidR="00BA3EF7" w:rsidRDefault="00BA3EF7" w:rsidP="00962258">
      <w:pPr>
        <w:spacing w:after="0" w:line="240" w:lineRule="auto"/>
      </w:pPr>
      <w:r>
        <w:separator/>
      </w:r>
    </w:p>
  </w:footnote>
  <w:footnote w:type="continuationSeparator" w:id="0">
    <w:p w14:paraId="514FDE92" w14:textId="77777777" w:rsidR="00BA3EF7" w:rsidRDefault="00BA3E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69A182C8" w:rsidR="005D3C39" w:rsidRPr="00B8518B" w:rsidRDefault="0044727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42322E5" wp14:editId="02FEAF25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7794"/>
    <w:rsid w:val="00447272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144B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A3EF7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79"/>
    <w:rsid w:val="00146B79"/>
    <w:rsid w:val="00147CBC"/>
    <w:rsid w:val="00224B8C"/>
    <w:rsid w:val="002E1F08"/>
    <w:rsid w:val="005E3FC4"/>
    <w:rsid w:val="007E248B"/>
    <w:rsid w:val="00A37915"/>
    <w:rsid w:val="00C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6157C3-A0BC-4BBA-BA8A-A65F384C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41</TotalTime>
  <Pages>2</Pages>
  <Words>428</Words>
  <Characters>2529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12</cp:revision>
  <cp:lastPrinted>2019-03-12T14:23:00Z</cp:lastPrinted>
  <dcterms:created xsi:type="dcterms:W3CDTF">2019-08-15T10:51:00Z</dcterms:created>
  <dcterms:modified xsi:type="dcterms:W3CDTF">2020-12-15T06:26:00Z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